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and recipient info, invoice #, date and project information"/>
      </w:tblPr>
      <w:tblGrid>
        <w:gridCol w:w="6121"/>
        <w:gridCol w:w="4679"/>
      </w:tblGrid>
      <w:tr w:rsidR="00F105BA">
        <w:trPr>
          <w:trHeight w:val="1151"/>
        </w:trPr>
        <w:tc>
          <w:tcPr>
            <w:tcW w:w="6115" w:type="dxa"/>
          </w:tcPr>
          <w:sdt>
            <w:sdtPr>
              <w:alias w:val="Company"/>
              <w:tag w:val=""/>
              <w:id w:val="-903908810"/>
              <w:placeholder>
                <w:docPart w:val="63D32D5423C141DBA7E815E7CE59B5EE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 w:multiLine="1"/>
            </w:sdtPr>
            <w:sdtEndPr/>
            <w:sdtContent>
              <w:p w:rsidR="00F105BA" w:rsidRDefault="00A4323D">
                <w:pPr>
                  <w:pStyle w:val="Heading2"/>
                </w:pPr>
                <w:r>
                  <w:t>Those Software Guys</w:t>
                </w:r>
              </w:p>
            </w:sdtContent>
          </w:sdt>
          <w:p w:rsidR="00F105BA" w:rsidRDefault="0045004C" w:rsidP="0045004C">
            <w:pPr>
              <w:pStyle w:val="NoSpacing"/>
              <w:rPr>
                <w:rStyle w:val="SubtleEmphasis"/>
              </w:rPr>
            </w:pPr>
            <w:r>
              <w:rPr>
                <w:rStyle w:val="SubtleEmphasis"/>
              </w:rPr>
              <w:t>Definitely the right guys</w:t>
            </w:r>
          </w:p>
        </w:tc>
        <w:tc>
          <w:tcPr>
            <w:tcW w:w="4675" w:type="dxa"/>
          </w:tcPr>
          <w:p w:rsidR="00F105BA" w:rsidRDefault="003A3C31">
            <w:pPr>
              <w:pStyle w:val="Heading1"/>
            </w:pPr>
            <w:r>
              <w:t>invoice</w:t>
            </w:r>
          </w:p>
        </w:tc>
      </w:tr>
      <w:tr w:rsidR="00F105BA">
        <w:trPr>
          <w:trHeight w:val="1349"/>
        </w:trPr>
        <w:tc>
          <w:tcPr>
            <w:tcW w:w="6115" w:type="dxa"/>
          </w:tcPr>
          <w:p w:rsidR="00F105BA" w:rsidRDefault="0045004C">
            <w:pPr>
              <w:pStyle w:val="NoSpacing"/>
            </w:pPr>
            <w:r>
              <w:t>147 Smith Street</w:t>
            </w:r>
          </w:p>
          <w:p w:rsidR="00F105BA" w:rsidRDefault="0045004C">
            <w:pPr>
              <w:pStyle w:val="NoSpacing"/>
            </w:pPr>
            <w:r>
              <w:t>Smithville NSW 2043</w:t>
            </w:r>
          </w:p>
          <w:p w:rsidR="00F105BA" w:rsidRDefault="003A3C31">
            <w:pPr>
              <w:pStyle w:val="NoSpacing"/>
            </w:pPr>
            <w:r>
              <w:t xml:space="preserve">Phone </w:t>
            </w:r>
            <w:r w:rsidR="0045004C">
              <w:t>02 9488 8888</w:t>
            </w:r>
          </w:p>
          <w:p w:rsidR="0045004C" w:rsidRDefault="0045004C" w:rsidP="0045004C">
            <w:pPr>
              <w:pStyle w:val="NoSpacing"/>
            </w:pPr>
            <w:r>
              <w:t xml:space="preserve">Email </w:t>
            </w:r>
            <w:hyperlink r:id="rId7" w:history="1">
              <w:r w:rsidRPr="006D251C">
                <w:rPr>
                  <w:rStyle w:val="Hyperlink"/>
                </w:rPr>
                <w:t>thosesoftwareguys@gmail.com</w:t>
              </w:r>
            </w:hyperlink>
            <w:r>
              <w:t xml:space="preserve"> </w:t>
            </w:r>
          </w:p>
          <w:p w:rsidR="00F105BA" w:rsidRDefault="0045004C" w:rsidP="0045004C">
            <w:pPr>
              <w:pStyle w:val="NoSpacing"/>
            </w:pPr>
            <w:r>
              <w:t xml:space="preserve">Website </w:t>
            </w:r>
            <w:r w:rsidRPr="0045004C">
              <w:t>https://f4itbus23.wikispaces.com/home</w:t>
            </w:r>
          </w:p>
        </w:tc>
        <w:tc>
          <w:tcPr>
            <w:tcW w:w="4675" w:type="dxa"/>
          </w:tcPr>
          <w:p w:rsidR="00F105BA" w:rsidRDefault="003A3C31">
            <w:pPr>
              <w:pStyle w:val="Rightalign"/>
            </w:pPr>
            <w:r>
              <w:rPr>
                <w:rStyle w:val="Heading3Char"/>
              </w:rPr>
              <w:t>INVOICE #</w:t>
            </w:r>
            <w:r>
              <w:t xml:space="preserve"> </w:t>
            </w:r>
            <w:sdt>
              <w:sdtPr>
                <w:id w:val="-1164547282"/>
                <w:placeholder>
                  <w:docPart w:val="39D3FC641EF04E4BB027E345E537B9C4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[Invoice No.]</w:t>
                </w:r>
              </w:sdtContent>
            </w:sdt>
          </w:p>
          <w:p w:rsidR="00F105BA" w:rsidRDefault="003A3C31">
            <w:pPr>
              <w:pStyle w:val="Rightalign"/>
            </w:pPr>
            <w:r>
              <w:rPr>
                <w:rStyle w:val="Heading3Char"/>
              </w:rPr>
              <w:t>DATE</w:t>
            </w:r>
            <w:r>
              <w:t xml:space="preserve"> </w:t>
            </w:r>
            <w:sdt>
              <w:sdtPr>
                <w:id w:val="-1980452701"/>
                <w:placeholder>
                  <w:docPart w:val="D1898C5C9CC64890995C94A404DB19B0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[Date]</w:t>
                </w:r>
              </w:sdtContent>
            </w:sdt>
          </w:p>
        </w:tc>
      </w:tr>
      <w:tr w:rsidR="00F105BA">
        <w:trPr>
          <w:trHeight w:val="1871"/>
        </w:trPr>
        <w:tc>
          <w:tcPr>
            <w:tcW w:w="6115" w:type="dxa"/>
          </w:tcPr>
          <w:p w:rsidR="00F105BA" w:rsidRDefault="003A3C31">
            <w:pPr>
              <w:pStyle w:val="Heading3"/>
            </w:pPr>
            <w:r>
              <w:t>TO</w:t>
            </w:r>
          </w:p>
          <w:p w:rsidR="00F105BA" w:rsidRDefault="009146C0">
            <w:pPr>
              <w:pStyle w:val="NoSpacing"/>
            </w:pPr>
            <w:sdt>
              <w:sdtPr>
                <w:id w:val="830646394"/>
                <w:placeholder>
                  <w:docPart w:val="D91F485895A546BCB52CEFA5A2365B97"/>
                </w:placeholder>
                <w:temporary/>
                <w:showingPlcHdr/>
                <w15:appearance w15:val="hidden"/>
              </w:sdtPr>
              <w:sdtEndPr/>
              <w:sdtContent>
                <w:r w:rsidR="003A3C31">
                  <w:t>[Name]</w:t>
                </w:r>
              </w:sdtContent>
            </w:sdt>
          </w:p>
          <w:sdt>
            <w:sdtPr>
              <w:id w:val="-1348098853"/>
              <w:placeholder>
                <w:docPart w:val="63D32D5423C141DBA7E815E7CE59B5EE"/>
              </w:placeholder>
              <w:temporary/>
              <w:showingPlcHdr/>
              <w15:appearance w15:val="hidden"/>
            </w:sdtPr>
            <w:sdtEndPr/>
            <w:sdtContent>
              <w:p w:rsidR="00F105BA" w:rsidRDefault="003A3C31">
                <w:pPr>
                  <w:pStyle w:val="NoSpacing"/>
                </w:pPr>
                <w:r>
                  <w:t>[Company Name]</w:t>
                </w:r>
              </w:p>
            </w:sdtContent>
          </w:sdt>
          <w:sdt>
            <w:sdtPr>
              <w:id w:val="-701479122"/>
              <w:placeholder>
                <w:docPart w:val="E90EDC39F91D4B9D92A489C561201607"/>
              </w:placeholder>
              <w:temporary/>
              <w:showingPlcHdr/>
              <w15:appearance w15:val="hidden"/>
            </w:sdtPr>
            <w:sdtEndPr/>
            <w:sdtContent>
              <w:p w:rsidR="00F105BA" w:rsidRDefault="003A3C31">
                <w:pPr>
                  <w:pStyle w:val="NoSpacing"/>
                </w:pPr>
                <w:r>
                  <w:t>[Street Address]</w:t>
                </w:r>
              </w:p>
            </w:sdtContent>
          </w:sdt>
          <w:sdt>
            <w:sdtPr>
              <w:id w:val="123358948"/>
              <w:placeholder>
                <w:docPart w:val="76EDAE90E45F455BB99F90AB1A867641"/>
              </w:placeholder>
              <w:temporary/>
              <w:showingPlcHdr/>
              <w15:appearance w15:val="hidden"/>
            </w:sdtPr>
            <w:sdtEndPr/>
            <w:sdtContent>
              <w:p w:rsidR="00F105BA" w:rsidRDefault="003A3C31">
                <w:pPr>
                  <w:pStyle w:val="NoSpacing"/>
                </w:pPr>
                <w:r>
                  <w:t>[City, ST  ZIP Code]</w:t>
                </w:r>
              </w:p>
            </w:sdtContent>
          </w:sdt>
          <w:p w:rsidR="00F105BA" w:rsidRDefault="003A3C31">
            <w:pPr>
              <w:pStyle w:val="NoSpacing"/>
            </w:pPr>
            <w:r>
              <w:t xml:space="preserve">Phone </w:t>
            </w:r>
            <w:sdt>
              <w:sdtPr>
                <w:id w:val="-543283377"/>
                <w:placeholder>
                  <w:docPart w:val="0BF20B84D33C43588D89A38B4EB36AEC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[Phone]</w:t>
                </w:r>
              </w:sdtContent>
            </w:sdt>
            <w:r>
              <w:t xml:space="preserve"> | </w:t>
            </w:r>
            <w:sdt>
              <w:sdtPr>
                <w:id w:val="1478495789"/>
                <w:placeholder>
                  <w:docPart w:val="CCAE214C611949AA8666B4B4CF36BD0D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[Email]</w:t>
                </w:r>
              </w:sdtContent>
            </w:sdt>
          </w:p>
        </w:tc>
        <w:tc>
          <w:tcPr>
            <w:tcW w:w="4675" w:type="dxa"/>
          </w:tcPr>
          <w:p w:rsidR="00F105BA" w:rsidRDefault="003A3C31">
            <w:pPr>
              <w:pStyle w:val="Rightalign"/>
            </w:pPr>
            <w:r>
              <w:rPr>
                <w:rStyle w:val="Heading3Char"/>
              </w:rPr>
              <w:t>FOR</w:t>
            </w:r>
            <w:r>
              <w:t xml:space="preserve"> </w:t>
            </w:r>
            <w:sdt>
              <w:sdtPr>
                <w:id w:val="2090110143"/>
                <w:placeholder>
                  <w:docPart w:val="E57A1061B3484497A2CD98EAE406453D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[Project or service description]</w:t>
                </w:r>
              </w:sdtContent>
            </w:sdt>
          </w:p>
          <w:p w:rsidR="00F105BA" w:rsidRDefault="003A3C31">
            <w:pPr>
              <w:pStyle w:val="Rightalign"/>
            </w:pPr>
            <w:r>
              <w:rPr>
                <w:rStyle w:val="Heading3Char"/>
              </w:rPr>
              <w:t>P.O. #</w:t>
            </w:r>
            <w:r>
              <w:t xml:space="preserve"> </w:t>
            </w:r>
            <w:sdt>
              <w:sdtPr>
                <w:id w:val="-816725934"/>
                <w:placeholder>
                  <w:docPart w:val="27A8BF3958D049D0B5C8392CE486D955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[P.O. #]</w:t>
                </w:r>
              </w:sdtContent>
            </w:sdt>
          </w:p>
        </w:tc>
        <w:bookmarkStart w:id="0" w:name="_GoBack"/>
        <w:bookmarkEnd w:id="0"/>
      </w:tr>
    </w:tbl>
    <w:p w:rsidR="00F105BA" w:rsidRDefault="00F105BA">
      <w:pPr>
        <w:pStyle w:val="NoSpacing"/>
      </w:pPr>
    </w:p>
    <w:tbl>
      <w:tblPr>
        <w:tblStyle w:val="GridTable1Light-Accent1"/>
        <w:tblW w:w="0" w:type="auto"/>
        <w:tblLook w:val="04E0" w:firstRow="1" w:lastRow="1" w:firstColumn="1" w:lastColumn="0" w:noHBand="0" w:noVBand="1"/>
      </w:tblPr>
      <w:tblGrid>
        <w:gridCol w:w="8545"/>
        <w:gridCol w:w="2245"/>
      </w:tblGrid>
      <w:tr w:rsidR="00F105BA" w:rsidTr="00F105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3A3C31">
            <w:pPr>
              <w:spacing w:line="276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Description</w:t>
            </w:r>
          </w:p>
        </w:tc>
        <w:tc>
          <w:tcPr>
            <w:tcW w:w="2245" w:type="dxa"/>
          </w:tcPr>
          <w:p w:rsidR="00F105BA" w:rsidRDefault="003A3C31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Amount</w:t>
            </w:r>
            <w:r w:rsidR="001C0A8E">
              <w:rPr>
                <w:color w:val="2E74B5" w:themeColor="accent1" w:themeShade="BF"/>
              </w:rPr>
              <w:t xml:space="preserve"> ($)</w:t>
            </w: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CB371C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XXXXX</w:t>
            </w:r>
          </w:p>
        </w:tc>
        <w:tc>
          <w:tcPr>
            <w:tcW w:w="2245" w:type="dxa"/>
          </w:tcPr>
          <w:p w:rsidR="00F105BA" w:rsidRDefault="00CB371C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</w:t>
            </w: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CB371C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XXXXX</w:t>
            </w:r>
          </w:p>
        </w:tc>
        <w:tc>
          <w:tcPr>
            <w:tcW w:w="2245" w:type="dxa"/>
          </w:tcPr>
          <w:p w:rsidR="00F105BA" w:rsidRDefault="00CB371C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</w:t>
            </w: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A8E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1C0A8E" w:rsidRDefault="001C0A8E" w:rsidP="001C0A8E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Sub-Total</w:t>
            </w:r>
          </w:p>
        </w:tc>
        <w:tc>
          <w:tcPr>
            <w:tcW w:w="2245" w:type="dxa"/>
          </w:tcPr>
          <w:p w:rsidR="001C0A8E" w:rsidRDefault="001C0A8E" w:rsidP="001C0A8E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XXX</w:t>
            </w:r>
          </w:p>
        </w:tc>
      </w:tr>
      <w:tr w:rsidR="001C0A8E" w:rsidTr="00F105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1C0A8E" w:rsidRDefault="001C0A8E" w:rsidP="001C0A8E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GST</w:t>
            </w:r>
          </w:p>
        </w:tc>
        <w:tc>
          <w:tcPr>
            <w:tcW w:w="2245" w:type="dxa"/>
          </w:tcPr>
          <w:p w:rsidR="001C0A8E" w:rsidRDefault="001C0A8E" w:rsidP="001C0A8E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XXX</w:t>
            </w:r>
          </w:p>
        </w:tc>
      </w:tr>
      <w:tr w:rsidR="001C0A8E" w:rsidTr="00F105B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:rsidR="001C0A8E" w:rsidRDefault="001C0A8E" w:rsidP="001C0A8E">
            <w:pPr>
              <w:spacing w:line="276" w:lineRule="auto"/>
            </w:pPr>
            <w:r>
              <w:rPr>
                <w:color w:val="2E74B5" w:themeColor="accent1" w:themeShade="BF"/>
              </w:rPr>
              <w:t>Total</w:t>
            </w:r>
          </w:p>
        </w:tc>
        <w:tc>
          <w:tcPr>
            <w:tcW w:w="2245" w:type="dxa"/>
          </w:tcPr>
          <w:p w:rsidR="001C0A8E" w:rsidRDefault="001C0A8E" w:rsidP="001C0A8E">
            <w:pPr>
              <w:pStyle w:val="Amoun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XXX</w:t>
            </w:r>
          </w:p>
        </w:tc>
      </w:tr>
    </w:tbl>
    <w:p w:rsidR="00F105BA" w:rsidRDefault="003A3C31">
      <w:pPr>
        <w:pStyle w:val="Closing"/>
      </w:pPr>
      <w:r>
        <w:t xml:space="preserve">Make all checks payable to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alias w:val="Company"/>
          <w:tag w:val=""/>
          <w:id w:val="-1315406567"/>
          <w:placeholder>
            <w:docPart w:val="22349C0007FA4D8FAFFDB8CAB3E8B4BD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>
          <w:rPr>
            <w:rStyle w:val="Heading5Char"/>
          </w:rPr>
        </w:sdtEndPr>
        <w:sdtContent>
          <w:r w:rsidR="00A4323D"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  <w:lang w:val="en-AU"/>
            </w:rPr>
            <w:t>Those Software Guys</w:t>
          </w:r>
        </w:sdtContent>
      </w:sdt>
    </w:p>
    <w:p w:rsidR="00F105BA" w:rsidRDefault="003A3C31">
      <w:pPr>
        <w:pStyle w:val="Closing"/>
      </w:pPr>
      <w:r>
        <w:t>Payment is due within 30 days.</w:t>
      </w:r>
    </w:p>
    <w:p w:rsidR="00F105BA" w:rsidRDefault="003A3C31">
      <w:pPr>
        <w:pStyle w:val="Closing"/>
      </w:pPr>
      <w:r>
        <w:t xml:space="preserve">If you have any questions concerning this invoice, contact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id w:val="1944266295"/>
          <w:placeholder>
            <w:docPart w:val="D89638CD08DA44178114243BDC19E114"/>
          </w:placeholder>
          <w:temporary/>
          <w:showingPlcHdr/>
          <w15:appearance w15:val="hidden"/>
        </w:sdtPr>
        <w:sdtEndPr>
          <w:rPr>
            <w:rStyle w:val="Heading5Char"/>
          </w:rPr>
        </w:sdtEndPr>
        <w:sdtContent>
          <w:r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</w:rPr>
            <w:t>[Name]</w:t>
          </w:r>
        </w:sdtContent>
      </w:sdt>
      <w:r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|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id w:val="-1843694107"/>
          <w:placeholder>
            <w:docPart w:val="2824F753A7974024AB7E284EB1607AC3"/>
          </w:placeholder>
          <w:temporary/>
          <w:showingPlcHdr/>
          <w15:appearance w15:val="hidden"/>
        </w:sdtPr>
        <w:sdtEndPr>
          <w:rPr>
            <w:rStyle w:val="Heading5Char"/>
          </w:rPr>
        </w:sdtEndPr>
        <w:sdtContent>
          <w:r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</w:rPr>
            <w:t>[Phone]</w:t>
          </w:r>
        </w:sdtContent>
      </w:sdt>
      <w:r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|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id w:val="491149979"/>
          <w:placeholder>
            <w:docPart w:val="8FB019BCCBDA472CA82ED6085CCF6DF3"/>
          </w:placeholder>
          <w:temporary/>
          <w:showingPlcHdr/>
          <w15:appearance w15:val="hidden"/>
        </w:sdtPr>
        <w:sdtEndPr>
          <w:rPr>
            <w:rStyle w:val="Heading5Char"/>
          </w:rPr>
        </w:sdtEndPr>
        <w:sdtContent>
          <w:r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</w:rPr>
            <w:t>[Email]</w:t>
          </w:r>
        </w:sdtContent>
      </w:sdt>
    </w:p>
    <w:p w:rsidR="00F105BA" w:rsidRDefault="003A3C31">
      <w:pPr>
        <w:pStyle w:val="Heading4"/>
      </w:pPr>
      <w:r>
        <w:t>Thank you for your business!</w:t>
      </w:r>
    </w:p>
    <w:sectPr w:rsidR="00F105BA">
      <w:foot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6C0" w:rsidRDefault="009146C0">
      <w:pPr>
        <w:spacing w:line="240" w:lineRule="auto"/>
      </w:pPr>
      <w:r>
        <w:separator/>
      </w:r>
    </w:p>
  </w:endnote>
  <w:endnote w:type="continuationSeparator" w:id="0">
    <w:p w:rsidR="009146C0" w:rsidRDefault="009146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5BA" w:rsidRDefault="003A3C31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of </w:t>
    </w:r>
    <w:fldSimple w:instr=" NUMPAGES  \* Arabic  \* MERGEFORMAT ">
      <w:r w:rsidR="00A4323D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6C0" w:rsidRDefault="009146C0">
      <w:pPr>
        <w:spacing w:line="240" w:lineRule="auto"/>
      </w:pPr>
      <w:r>
        <w:separator/>
      </w:r>
    </w:p>
  </w:footnote>
  <w:footnote w:type="continuationSeparator" w:id="0">
    <w:p w:rsidR="009146C0" w:rsidRDefault="009146C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23D"/>
    <w:rsid w:val="001C0A8E"/>
    <w:rsid w:val="003A3C31"/>
    <w:rsid w:val="0045004C"/>
    <w:rsid w:val="00777A35"/>
    <w:rsid w:val="009146C0"/>
    <w:rsid w:val="00A4323D"/>
    <w:rsid w:val="00B84074"/>
    <w:rsid w:val="00CB371C"/>
    <w:rsid w:val="00F1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F3905B-26B1-4C4B-9850-90B77C50D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40" w:after="40"/>
    </w:pPr>
    <w:rPr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0" w:line="240" w:lineRule="auto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0" w:line="240" w:lineRule="auto"/>
      <w:outlineLvl w:val="2"/>
    </w:pPr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paragraph" w:styleId="Heading4">
    <w:name w:val="heading 4"/>
    <w:basedOn w:val="Normal"/>
    <w:next w:val="Normal"/>
    <w:link w:val="Heading4Char"/>
    <w:uiPriority w:val="1"/>
    <w:qFormat/>
    <w:pPr>
      <w:spacing w:before="320" w:after="0"/>
      <w:jc w:val="center"/>
      <w:outlineLvl w:val="3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table" w:styleId="GridTable1Light-Accent1">
    <w:name w:val="Grid Table 1 Light Accent 1"/>
    <w:basedOn w:val="TableNormal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bottom w:val="single" w:sz="4" w:space="0" w:color="BDD6EE" w:themeColor="accent1" w:themeTint="66"/>
        <w:insideH w:val="single" w:sz="4" w:space="0" w:color="BDD6EE" w:themeColor="accent1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wordWrap/>
        <w:jc w:val="left"/>
      </w:pPr>
      <w:rPr>
        <w:b/>
        <w:bCs/>
        <w:color w:val="2E74B5" w:themeColor="accent1" w:themeShade="BF"/>
      </w:rPr>
      <w:tblPr/>
      <w:trPr>
        <w:tblHeader/>
      </w:trPr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Amount">
    <w:name w:val="Amount"/>
    <w:basedOn w:val="Normal"/>
    <w:uiPriority w:val="1"/>
    <w:qFormat/>
    <w:pPr>
      <w:spacing w:before="0" w:line="240" w:lineRule="auto"/>
      <w:jc w:val="right"/>
    </w:p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line="240" w:lineRule="auto"/>
      <w:jc w:val="center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2"/>
    <w:rPr>
      <w:color w:val="2E74B5" w:themeColor="accent1" w:themeShade="BF"/>
    </w:rPr>
  </w:style>
  <w:style w:type="paragraph" w:customStyle="1" w:styleId="Rightalign">
    <w:name w:val="Right align"/>
    <w:basedOn w:val="Normal"/>
    <w:uiPriority w:val="1"/>
    <w:qFormat/>
    <w:pPr>
      <w:spacing w:before="0" w:line="240" w:lineRule="auto"/>
      <w:jc w:val="right"/>
    </w:pPr>
  </w:style>
  <w:style w:type="paragraph" w:styleId="NoSpacing">
    <w:name w:val="No Spacing"/>
    <w:uiPriority w:val="1"/>
    <w:qFormat/>
    <w:pPr>
      <w:spacing w:after="0" w:line="240" w:lineRule="auto"/>
    </w:pPr>
    <w:rPr>
      <w:color w:val="404040" w:themeColor="text1" w:themeTint="BF"/>
    </w:rPr>
  </w:style>
  <w:style w:type="paragraph" w:styleId="Closing">
    <w:name w:val="Closing"/>
    <w:basedOn w:val="Normal"/>
    <w:link w:val="ClosingChar"/>
    <w:uiPriority w:val="1"/>
    <w:unhideWhenUsed/>
    <w:qFormat/>
    <w:pPr>
      <w:spacing w:before="200"/>
      <w:contextualSpacing/>
    </w:pPr>
  </w:style>
  <w:style w:type="character" w:customStyle="1" w:styleId="ClosingChar">
    <w:name w:val="Closing Char"/>
    <w:basedOn w:val="DefaultParagraphFont"/>
    <w:link w:val="Closing"/>
    <w:uiPriority w:val="1"/>
    <w:rPr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4500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hosesoftwareguys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ky\AppData\Roaming\Microsoft\Templates\Service%20invo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3D32D5423C141DBA7E815E7CE59B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EF6DC-D35F-405C-8ED7-23A7C30276DD}"/>
      </w:docPartPr>
      <w:docPartBody>
        <w:p w:rsidR="007670A4" w:rsidRDefault="00314756">
          <w:pPr>
            <w:pStyle w:val="63D32D5423C141DBA7E815E7CE59B5EE"/>
          </w:pPr>
          <w:r>
            <w:t>[Company Name]</w:t>
          </w:r>
        </w:p>
      </w:docPartBody>
    </w:docPart>
    <w:docPart>
      <w:docPartPr>
        <w:name w:val="E90EDC39F91D4B9D92A489C5612016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C81403-17A9-4F3F-96A2-22F92D660713}"/>
      </w:docPartPr>
      <w:docPartBody>
        <w:p w:rsidR="007670A4" w:rsidRDefault="00314756">
          <w:pPr>
            <w:pStyle w:val="E90EDC39F91D4B9D92A489C561201607"/>
          </w:pPr>
          <w:r>
            <w:t>[Street Address]</w:t>
          </w:r>
        </w:p>
      </w:docPartBody>
    </w:docPart>
    <w:docPart>
      <w:docPartPr>
        <w:name w:val="76EDAE90E45F455BB99F90AB1A8676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45FE97-F04E-4D3B-897C-B62EA48C78B6}"/>
      </w:docPartPr>
      <w:docPartBody>
        <w:p w:rsidR="007670A4" w:rsidRDefault="00314756">
          <w:pPr>
            <w:pStyle w:val="76EDAE90E45F455BB99F90AB1A867641"/>
          </w:pPr>
          <w:r>
            <w:t>[City, ST  ZIP Code]</w:t>
          </w:r>
        </w:p>
      </w:docPartBody>
    </w:docPart>
    <w:docPart>
      <w:docPartPr>
        <w:name w:val="0BF20B84D33C43588D89A38B4EB36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DF0FA4-E6DA-4005-B296-FE07DCD26E96}"/>
      </w:docPartPr>
      <w:docPartBody>
        <w:p w:rsidR="007670A4" w:rsidRDefault="00314756">
          <w:pPr>
            <w:pStyle w:val="0BF20B84D33C43588D89A38B4EB36AEC"/>
          </w:pPr>
          <w:r>
            <w:t>[Phone]</w:t>
          </w:r>
        </w:p>
      </w:docPartBody>
    </w:docPart>
    <w:docPart>
      <w:docPartPr>
        <w:name w:val="CCAE214C611949AA8666B4B4CF36BD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4B2BAE-DB95-4568-8EF5-6D40A0C7AA89}"/>
      </w:docPartPr>
      <w:docPartBody>
        <w:p w:rsidR="007670A4" w:rsidRDefault="00314756">
          <w:pPr>
            <w:pStyle w:val="CCAE214C611949AA8666B4B4CF36BD0D"/>
          </w:pPr>
          <w:r>
            <w:t>[Email]</w:t>
          </w:r>
        </w:p>
      </w:docPartBody>
    </w:docPart>
    <w:docPart>
      <w:docPartPr>
        <w:name w:val="39D3FC641EF04E4BB027E345E537B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6A27DE-69CC-419B-BF9E-C0AED9765E1B}"/>
      </w:docPartPr>
      <w:docPartBody>
        <w:p w:rsidR="007670A4" w:rsidRDefault="00314756">
          <w:pPr>
            <w:pStyle w:val="39D3FC641EF04E4BB027E345E537B9C4"/>
          </w:pPr>
          <w:r>
            <w:t>[Invoice No.]</w:t>
          </w:r>
        </w:p>
      </w:docPartBody>
    </w:docPart>
    <w:docPart>
      <w:docPartPr>
        <w:name w:val="D1898C5C9CC64890995C94A404DB1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6A7DA-4FE2-4EC7-A712-67809572E9F9}"/>
      </w:docPartPr>
      <w:docPartBody>
        <w:p w:rsidR="007670A4" w:rsidRDefault="00314756">
          <w:pPr>
            <w:pStyle w:val="D1898C5C9CC64890995C94A404DB19B0"/>
          </w:pPr>
          <w:r>
            <w:t>[Date]</w:t>
          </w:r>
        </w:p>
      </w:docPartBody>
    </w:docPart>
    <w:docPart>
      <w:docPartPr>
        <w:name w:val="D91F485895A546BCB52CEFA5A2365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AC393-3363-4CD6-9734-4A4D305B7831}"/>
      </w:docPartPr>
      <w:docPartBody>
        <w:p w:rsidR="007670A4" w:rsidRDefault="00314756">
          <w:pPr>
            <w:pStyle w:val="D91F485895A546BCB52CEFA5A2365B97"/>
          </w:pPr>
          <w:r>
            <w:t>[Name]</w:t>
          </w:r>
        </w:p>
      </w:docPartBody>
    </w:docPart>
    <w:docPart>
      <w:docPartPr>
        <w:name w:val="E57A1061B3484497A2CD98EAE40645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B2D83-AA5D-411B-9A1E-3BDCA4561451}"/>
      </w:docPartPr>
      <w:docPartBody>
        <w:p w:rsidR="007670A4" w:rsidRDefault="00314756">
          <w:pPr>
            <w:pStyle w:val="E57A1061B3484497A2CD98EAE406453D"/>
          </w:pPr>
          <w:r>
            <w:t>[Project or service description]</w:t>
          </w:r>
        </w:p>
      </w:docPartBody>
    </w:docPart>
    <w:docPart>
      <w:docPartPr>
        <w:name w:val="27A8BF3958D049D0B5C8392CE486D9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7FC1C1-B02F-46F2-921A-C184396C6D00}"/>
      </w:docPartPr>
      <w:docPartBody>
        <w:p w:rsidR="007670A4" w:rsidRDefault="00314756">
          <w:pPr>
            <w:pStyle w:val="27A8BF3958D049D0B5C8392CE486D955"/>
          </w:pPr>
          <w:r>
            <w:t>[P.O. #]</w:t>
          </w:r>
        </w:p>
      </w:docPartBody>
    </w:docPart>
    <w:docPart>
      <w:docPartPr>
        <w:name w:val="22349C0007FA4D8FAFFDB8CAB3E8B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C8DEC-A383-40C7-B74E-987B95221348}"/>
      </w:docPartPr>
      <w:docPartBody>
        <w:p w:rsidR="007670A4" w:rsidRDefault="00314756">
          <w:pPr>
            <w:pStyle w:val="22349C0007FA4D8FAFFDB8CAB3E8B4BD"/>
          </w:pPr>
          <w:r>
            <w:rPr>
              <w:rStyle w:val="Heading5Char"/>
            </w:rPr>
            <w:t>[Company Name]</w:t>
          </w:r>
        </w:p>
      </w:docPartBody>
    </w:docPart>
    <w:docPart>
      <w:docPartPr>
        <w:name w:val="D89638CD08DA44178114243BDC19E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2B2DDE-0089-47EA-BEFA-DE611B38125D}"/>
      </w:docPartPr>
      <w:docPartBody>
        <w:p w:rsidR="007670A4" w:rsidRDefault="00314756">
          <w:pPr>
            <w:pStyle w:val="D89638CD08DA44178114243BDC19E114"/>
          </w:pPr>
          <w:r>
            <w:rPr>
              <w:rStyle w:val="Heading5Char"/>
            </w:rPr>
            <w:t>[Name]</w:t>
          </w:r>
        </w:p>
      </w:docPartBody>
    </w:docPart>
    <w:docPart>
      <w:docPartPr>
        <w:name w:val="2824F753A7974024AB7E284EB1607A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6A9C1-54A3-41F3-80F5-83529C6817ED}"/>
      </w:docPartPr>
      <w:docPartBody>
        <w:p w:rsidR="007670A4" w:rsidRDefault="00314756">
          <w:pPr>
            <w:pStyle w:val="2824F753A7974024AB7E284EB1607AC3"/>
          </w:pPr>
          <w:r>
            <w:rPr>
              <w:rStyle w:val="Heading5Char"/>
            </w:rPr>
            <w:t>[Phone]</w:t>
          </w:r>
        </w:p>
      </w:docPartBody>
    </w:docPart>
    <w:docPart>
      <w:docPartPr>
        <w:name w:val="8FB019BCCBDA472CA82ED6085CCF6D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0F6106-9A44-4E39-94EA-2BDDADADFD93}"/>
      </w:docPartPr>
      <w:docPartBody>
        <w:p w:rsidR="007670A4" w:rsidRDefault="00314756">
          <w:pPr>
            <w:pStyle w:val="8FB019BCCBDA472CA82ED6085CCF6DF3"/>
          </w:pPr>
          <w:r>
            <w:rPr>
              <w:rStyle w:val="Heading5Char"/>
            </w:rPr>
            <w:t>[Email]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756"/>
    <w:rsid w:val="002E71AF"/>
    <w:rsid w:val="00314756"/>
    <w:rsid w:val="007670A4"/>
    <w:rsid w:val="00DC3EE8"/>
    <w:rsid w:val="00F9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D32D5423C141DBA7E815E7CE59B5EE">
    <w:name w:val="63D32D5423C141DBA7E815E7CE59B5EE"/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C4D881E349D54D2B92334D3F16C099FF">
    <w:name w:val="C4D881E349D54D2B92334D3F16C099FF"/>
  </w:style>
  <w:style w:type="paragraph" w:customStyle="1" w:styleId="E90EDC39F91D4B9D92A489C561201607">
    <w:name w:val="E90EDC39F91D4B9D92A489C561201607"/>
  </w:style>
  <w:style w:type="paragraph" w:customStyle="1" w:styleId="76EDAE90E45F455BB99F90AB1A867641">
    <w:name w:val="76EDAE90E45F455BB99F90AB1A867641"/>
  </w:style>
  <w:style w:type="paragraph" w:customStyle="1" w:styleId="0BF20B84D33C43588D89A38B4EB36AEC">
    <w:name w:val="0BF20B84D33C43588D89A38B4EB36AEC"/>
  </w:style>
  <w:style w:type="paragraph" w:customStyle="1" w:styleId="8276C7B1F0FA411795DE15D5873DAFC8">
    <w:name w:val="8276C7B1F0FA411795DE15D5873DAFC8"/>
  </w:style>
  <w:style w:type="paragraph" w:customStyle="1" w:styleId="CCAE214C611949AA8666B4B4CF36BD0D">
    <w:name w:val="CCAE214C611949AA8666B4B4CF36BD0D"/>
  </w:style>
  <w:style w:type="paragraph" w:customStyle="1" w:styleId="680138B52F6B4AB797C4F2F11A627765">
    <w:name w:val="680138B52F6B4AB797C4F2F11A627765"/>
  </w:style>
  <w:style w:type="paragraph" w:customStyle="1" w:styleId="39D3FC641EF04E4BB027E345E537B9C4">
    <w:name w:val="39D3FC641EF04E4BB027E345E537B9C4"/>
  </w:style>
  <w:style w:type="paragraph" w:customStyle="1" w:styleId="D1898C5C9CC64890995C94A404DB19B0">
    <w:name w:val="D1898C5C9CC64890995C94A404DB19B0"/>
  </w:style>
  <w:style w:type="paragraph" w:customStyle="1" w:styleId="D91F485895A546BCB52CEFA5A2365B97">
    <w:name w:val="D91F485895A546BCB52CEFA5A2365B97"/>
  </w:style>
  <w:style w:type="paragraph" w:customStyle="1" w:styleId="E57A1061B3484497A2CD98EAE406453D">
    <w:name w:val="E57A1061B3484497A2CD98EAE406453D"/>
  </w:style>
  <w:style w:type="paragraph" w:customStyle="1" w:styleId="27A8BF3958D049D0B5C8392CE486D955">
    <w:name w:val="27A8BF3958D049D0B5C8392CE486D955"/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paragraph" w:customStyle="1" w:styleId="22349C0007FA4D8FAFFDB8CAB3E8B4BD">
    <w:name w:val="22349C0007FA4D8FAFFDB8CAB3E8B4BD"/>
  </w:style>
  <w:style w:type="paragraph" w:customStyle="1" w:styleId="D89638CD08DA44178114243BDC19E114">
    <w:name w:val="D89638CD08DA44178114243BDC19E114"/>
  </w:style>
  <w:style w:type="paragraph" w:customStyle="1" w:styleId="2824F753A7974024AB7E284EB1607AC3">
    <w:name w:val="2824F753A7974024AB7E284EB1607AC3"/>
  </w:style>
  <w:style w:type="paragraph" w:customStyle="1" w:styleId="8FB019BCCBDA472CA82ED6085CCF6DF3">
    <w:name w:val="8FB019BCCBDA472CA82ED6085CCF6D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ervice invoice with total only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F4863B1-4A7A-402C-BE05-6F8C5567C6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</Template>
  <TotalTime>7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Those Software Guys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Jacky</dc:creator>
  <cp:keywords/>
  <cp:lastModifiedBy>Jacky Yang</cp:lastModifiedBy>
  <cp:revision>7</cp:revision>
  <dcterms:created xsi:type="dcterms:W3CDTF">2014-03-14T06:18:00Z</dcterms:created>
  <dcterms:modified xsi:type="dcterms:W3CDTF">2014-03-21T06:02:00Z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TC039875679991</vt:lpwstr>
  </property>
</Properties>
</file>